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6B150222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3A3A11">
        <w:rPr>
          <w:rFonts w:ascii="Corbel" w:hAnsi="Corbel"/>
          <w:b/>
          <w:smallCaps/>
          <w:sz w:val="24"/>
          <w:szCs w:val="24"/>
        </w:rPr>
        <w:t>2019-2022</w:t>
      </w:r>
    </w:p>
    <w:p w14:paraId="7BBEB811" w14:textId="2E92CEB9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</w:t>
      </w:r>
      <w:r w:rsidR="003A3A11">
        <w:rPr>
          <w:rFonts w:ascii="Corbel" w:hAnsi="Corbel"/>
          <w:sz w:val="24"/>
          <w:szCs w:val="24"/>
        </w:rPr>
        <w:t>19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3A3A11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5A38836B" w:rsidR="0085747A" w:rsidRPr="00801DDC" w:rsidRDefault="00BA48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01DDC">
        <w:rPr>
          <w:rFonts w:ascii="Corbel" w:hAnsi="Corbel"/>
          <w:sz w:val="24"/>
          <w:szCs w:val="24"/>
        </w:rPr>
        <w:t>ECTS</w:t>
      </w:r>
      <w:proofErr w:type="spellEnd"/>
      <w:r w:rsidRPr="00801DDC">
        <w:rPr>
          <w:rFonts w:ascii="Corbel" w:hAnsi="Corbel"/>
          <w:sz w:val="24"/>
          <w:szCs w:val="24"/>
        </w:rPr>
        <w:t xml:space="preserve">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907F7F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459A4F13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7E212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1B642847" w:rsidR="00015B8F" w:rsidRPr="00801DDC" w:rsidRDefault="007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elementy. Funkcje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BFG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UFG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Istota kategorii finansowych i ich rodzaje. Rodzaje kategorii finansowych: przychodowe, dochodowe, wydatkowo-kosztowe, podatkowe, dłużne. Instrumenty finansowe i ich rodzaje. </w:t>
            </w: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DD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DDC">
        <w:rPr>
          <w:rFonts w:ascii="Corbel" w:hAnsi="Corbel"/>
          <w:b/>
          <w:sz w:val="24"/>
          <w:szCs w:val="24"/>
        </w:rPr>
        <w:t xml:space="preserve">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53696E24" w:rsidR="0085747A" w:rsidRPr="00801DDC" w:rsidRDefault="007E2126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204F11AF" w:rsidR="00C61DC5" w:rsidRPr="00801DDC" w:rsidRDefault="007E2126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8CDA5" w14:textId="77777777" w:rsidR="00FF1B47" w:rsidRDefault="00FF1B47" w:rsidP="00C16ABF">
      <w:pPr>
        <w:spacing w:after="0" w:line="240" w:lineRule="auto"/>
      </w:pPr>
      <w:r>
        <w:separator/>
      </w:r>
    </w:p>
  </w:endnote>
  <w:endnote w:type="continuationSeparator" w:id="0">
    <w:p w14:paraId="2795A2B5" w14:textId="77777777" w:rsidR="00FF1B47" w:rsidRDefault="00FF1B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A1D0E" w14:textId="77777777" w:rsidR="00FF1B47" w:rsidRDefault="00FF1B47" w:rsidP="00C16ABF">
      <w:pPr>
        <w:spacing w:after="0" w:line="240" w:lineRule="auto"/>
      </w:pPr>
      <w:r>
        <w:separator/>
      </w:r>
    </w:p>
  </w:footnote>
  <w:footnote w:type="continuationSeparator" w:id="0">
    <w:p w14:paraId="7D66DA3C" w14:textId="77777777" w:rsidR="00FF1B47" w:rsidRDefault="00FF1B4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A3A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E8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12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56B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A4818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B47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F6FB3-5511-4B86-9EDA-83E324CF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2020-12-30T13:01:00Z</dcterms:created>
  <dcterms:modified xsi:type="dcterms:W3CDTF">2021-11-05T10:49:00Z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